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624FA">
        <w:rPr>
          <w:rFonts w:ascii="Arial" w:hAnsi="Arial" w:cs="Arial"/>
          <w:b/>
          <w:caps/>
          <w:sz w:val="28"/>
          <w:szCs w:val="28"/>
        </w:rPr>
        <w:t>788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624F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624FA">
              <w:rPr>
                <w:rFonts w:ascii="Arial" w:hAnsi="Arial" w:cs="Arial"/>
                <w:sz w:val="20"/>
                <w:szCs w:val="20"/>
              </w:rPr>
              <w:t>Solicita a remoção de duas árvores existentes defronte do nº 31 da Rua Minas Gerais, na Vila Pinheiro.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624FA">
        <w:rPr>
          <w:rFonts w:ascii="Arial" w:hAnsi="Arial" w:cs="Arial"/>
        </w:rPr>
        <w:t>à</w:t>
      </w:r>
      <w:r w:rsidR="00A624FA" w:rsidRPr="00A624FA">
        <w:rPr>
          <w:rFonts w:ascii="Arial" w:hAnsi="Arial" w:cs="Arial"/>
        </w:rPr>
        <w:t xml:space="preserve"> remoção de duas árvores existentes defronte do nº 31 da Rua Minas Gerais, na Vila Pinheiro.</w:t>
      </w:r>
    </w:p>
    <w:p w:rsidR="00A624FA" w:rsidRDefault="00A624FA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Ambas apresentam risco de queda.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624F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624FA">
        <w:rPr>
          <w:rFonts w:ascii="Arial" w:hAnsi="Arial" w:cs="Arial"/>
        </w:rPr>
        <w:t>28 de março de 2018.</w:t>
      </w:r>
    </w:p>
    <w:p w:rsidR="00A624FA" w:rsidRDefault="00A624F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624FA" w:rsidRDefault="00A624F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624FA" w:rsidRDefault="00A624F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624FA" w:rsidRPr="00A34F2C" w:rsidRDefault="00A624FA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624FA" w:rsidRDefault="00A624FA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A624FA" w:rsidRDefault="00A624F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A624FA" w:rsidRPr="00A34F2C" w:rsidRDefault="00A624FA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A624F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B02" w:rsidRDefault="00F16B02">
      <w:r>
        <w:separator/>
      </w:r>
    </w:p>
  </w:endnote>
  <w:endnote w:type="continuationSeparator" w:id="0">
    <w:p w:rsidR="00F16B02" w:rsidRDefault="00F16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B02" w:rsidRDefault="00F16B02">
      <w:r>
        <w:separator/>
      </w:r>
    </w:p>
  </w:footnote>
  <w:footnote w:type="continuationSeparator" w:id="0">
    <w:p w:rsidR="00F16B02" w:rsidRDefault="00F16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F512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5129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4FA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B02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99462-1BF3-4E27-8D67-3072BBF85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2018-03-26T15:33:00Z</cp:lastPrinted>
  <dcterms:created xsi:type="dcterms:W3CDTF">2018-03-26T15:33:00Z</dcterms:created>
  <dcterms:modified xsi:type="dcterms:W3CDTF">2018-03-26T15:33:00Z</dcterms:modified>
</cp:coreProperties>
</file>